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36329" w14:textId="7DC3A02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35FB0BE6" wp14:editId="631F365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70929898" wp14:editId="42F4E14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C1DDA">
        <w:rPr>
          <w:rFonts w:ascii="Segoe Print" w:hAnsi="Segoe Print"/>
          <w:b/>
          <w:sz w:val="24"/>
        </w:rPr>
        <w:t>7</w:t>
      </w:r>
      <w:r w:rsidR="00D51195" w:rsidRPr="0090117B">
        <w:rPr>
          <w:rFonts w:ascii="Segoe Print" w:hAnsi="Segoe Print"/>
          <w:b/>
          <w:sz w:val="24"/>
        </w:rPr>
        <w:t>.</w:t>
      </w:r>
      <w:r w:rsidR="007069AC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>NO CALCULATOR</w:t>
      </w:r>
    </w:p>
    <w:p w14:paraId="71B012F4" w14:textId="4213C3F2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E20822" w:rsidRPr="000A63AF" w14:paraId="11968CB8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AD40C9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3F47ACB" w14:textId="4F2A326D" w:rsidR="00E20822" w:rsidRPr="00FB0E81" w:rsidRDefault="00BC1DD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</w:t>
            </w:r>
            <w:r w:rsidR="0019785E" w:rsidRPr="00E622E6">
              <w:rPr>
                <w:rFonts w:ascii="Tahoma" w:hAnsi="Tahoma" w:cs="Tahoma"/>
              </w:rPr>
              <w:t xml:space="preserve">14641 </w:t>
            </w:r>
            <m:oMath>
              <m:r>
                <w:rPr>
                  <w:rFonts w:ascii="Cambria Math" w:hAnsi="Cambria Math" w:cs="Tahoma"/>
                </w:rPr>
                <m:t>÷</m:t>
              </m:r>
            </m:oMath>
            <w:r w:rsidR="0019785E" w:rsidRPr="00E622E6">
              <w:rPr>
                <w:rFonts w:ascii="Tahoma" w:hAnsi="Tahoma" w:cs="Tahoma"/>
              </w:rPr>
              <w:t xml:space="preserve"> 11</w:t>
            </w:r>
          </w:p>
        </w:tc>
        <w:tc>
          <w:tcPr>
            <w:tcW w:w="425" w:type="dxa"/>
            <w:tcBorders>
              <w:right w:val="nil"/>
            </w:tcBorders>
          </w:tcPr>
          <w:p w14:paraId="5517611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7CF5652E" w14:textId="77777777" w:rsidR="00BC1DDA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08FA9E46" w14:textId="26ED2E4D" w:rsidR="00E20822" w:rsidRPr="000A63AF" w:rsidRDefault="0075268D" w:rsidP="0064471D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x+</m:t>
                    </m:r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-2(x</m:t>
                </m:r>
                <m:r>
                  <w:rPr>
                    <w:rFonts w:ascii="Cambria Math" w:hAnsi="Cambria Math"/>
                    <w:sz w:val="24"/>
                  </w:rPr>
                  <m:t>-</m:t>
                </m:r>
                <m:r>
                  <w:rPr>
                    <w:rFonts w:ascii="Cambria Math" w:hAnsi="Cambria Math"/>
                    <w:sz w:val="24"/>
                  </w:rPr>
                  <m:t>4</m:t>
                </m:r>
                <m: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</w:tr>
      <w:tr w:rsidR="00E20822" w:rsidRPr="00C240D5" w14:paraId="3FF47E83" w14:textId="77777777" w:rsidTr="00BC1DD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7A1258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C2A0FE6" w14:textId="752901F3" w:rsidR="00E20822" w:rsidRPr="00C240D5" w:rsidRDefault="00BC1DDA" w:rsidP="00BC1DDA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 xml:space="preserve">Simplify    </w:t>
            </w:r>
            <w:r w:rsidR="0048250E" w:rsidRPr="00E622E6">
              <w:rPr>
                <w:rFonts w:ascii="Tahoma" w:hAnsi="Tahoma" w:cs="Tahoma"/>
              </w:rPr>
              <w:t>£1.80</w:t>
            </w:r>
            <w:r w:rsidR="0048250E">
              <w:rPr>
                <w:rFonts w:ascii="Tahoma" w:hAnsi="Tahoma" w:cs="Tahoma"/>
              </w:rPr>
              <w:t xml:space="preserve"> </w:t>
            </w:r>
            <w:r w:rsidR="0048250E" w:rsidRPr="00E622E6">
              <w:rPr>
                <w:rFonts w:ascii="Tahoma" w:hAnsi="Tahoma" w:cs="Tahoma"/>
              </w:rPr>
              <w:t>:</w:t>
            </w:r>
            <w:r w:rsidR="0048250E">
              <w:rPr>
                <w:rFonts w:ascii="Tahoma" w:hAnsi="Tahoma" w:cs="Tahoma"/>
              </w:rPr>
              <w:t xml:space="preserve"> </w:t>
            </w:r>
            <w:r w:rsidR="0048250E" w:rsidRPr="00E622E6">
              <w:rPr>
                <w:rFonts w:ascii="Tahoma" w:hAnsi="Tahoma" w:cs="Tahoma"/>
              </w:rPr>
              <w:t>80</w:t>
            </w:r>
            <w:r w:rsidR="0048250E">
              <w:rPr>
                <w:rFonts w:ascii="Tahoma" w:hAnsi="Tahoma" w:cs="Tahoma"/>
              </w:rPr>
              <w:t>p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4B0D28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7E9F0B44" w14:textId="18A998C5" w:rsidR="00DF442D" w:rsidRDefault="00C42E4F" w:rsidP="00DF442D">
            <w:pPr>
              <w:spacing w:before="120" w:after="0"/>
              <w:rPr>
                <w:rFonts w:ascii="Avenir Book" w:eastAsiaTheme="minorEastAsia" w:hAnsi="Avenir Book"/>
                <w:sz w:val="28"/>
              </w:rPr>
            </w:pPr>
            <w:r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41E769" wp14:editId="51B48500">
                      <wp:simplePos x="0" y="0"/>
                      <wp:positionH relativeFrom="column">
                        <wp:posOffset>386520</wp:posOffset>
                      </wp:positionH>
                      <wp:positionV relativeFrom="paragraph">
                        <wp:posOffset>948788</wp:posOffset>
                      </wp:positionV>
                      <wp:extent cx="434975" cy="2667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C9627A" w14:textId="77777777" w:rsidR="00C42E4F" w:rsidRDefault="00C42E4F" w:rsidP="00C42E4F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41E7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30.45pt;margin-top:74.7pt;width:34.2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" filled="f" stroked="f" strokeweight=".5pt">
                      <v:textbox>
                        <w:txbxContent>
                          <w:p w14:paraId="58C9627A" w14:textId="77777777" w:rsidR="00C42E4F" w:rsidRDefault="00C42E4F" w:rsidP="00C42E4F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442D">
              <w:rPr>
                <w:rFonts w:ascii="Avenir Book" w:hAnsi="Avenir Book"/>
                <w:sz w:val="24"/>
                <w:szCs w:val="20"/>
              </w:rPr>
              <w:t xml:space="preserve">Give </w:t>
            </w:r>
            <w:r w:rsidR="00DF442D">
              <w:rPr>
                <w:rFonts w:ascii="Avenir Book" w:hAnsi="Avenir Book"/>
                <w:sz w:val="24"/>
                <w:szCs w:val="20"/>
              </w:rPr>
              <w:t>your</w:t>
            </w:r>
            <w:r w:rsidR="00DF442D">
              <w:rPr>
                <w:rFonts w:ascii="Avenir Book" w:hAnsi="Avenir Book"/>
                <w:sz w:val="24"/>
                <w:szCs w:val="20"/>
              </w:rPr>
              <w:t xml:space="preserve"> answer in its simplest form.</w:t>
            </w:r>
          </w:p>
          <w:p w14:paraId="1E8A6FEC" w14:textId="2205B1CA" w:rsidR="00E20822" w:rsidRPr="00BC1DDA" w:rsidRDefault="00133676" w:rsidP="00DF442D">
            <w:pPr>
              <w:spacing w:before="120" w:after="0"/>
              <w:rPr>
                <w:rFonts w:ascii="Avenir Book" w:hAnsi="Avenir Book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</w:rPr>
                    <m:t>9</m:t>
                  </m:r>
                </m:den>
              </m:f>
              <m:r>
                <w:rPr>
                  <w:rFonts w:ascii="Cambria Math" w:hAnsi="Cambria Math" w:cs="Tahoma"/>
                  <w:sz w:val="28"/>
                </w:rPr>
                <m:t>×</m:t>
              </m:r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</w:rPr>
                    <m:t>6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</w:rPr>
                    <m:t>7</m:t>
                  </m:r>
                </m:den>
              </m:f>
            </m:oMath>
            <w:r w:rsidR="00F47A34" w:rsidRPr="007E3E32">
              <w:rPr>
                <w:rFonts w:eastAsiaTheme="minorEastAsia"/>
                <w:sz w:val="28"/>
                <w:szCs w:val="28"/>
              </w:rPr>
              <w:t xml:space="preserve">   </w:t>
            </w:r>
            <w:r w:rsidR="00DF442D" w:rsidRPr="00CF7527">
              <w:rPr>
                <w:rFonts w:eastAsiaTheme="minorEastAsia"/>
                <w:sz w:val="28"/>
              </w:rPr>
              <w:t xml:space="preserve">   </w:t>
            </w:r>
          </w:p>
        </w:tc>
      </w:tr>
      <w:tr w:rsidR="00BC1DDA" w:rsidRPr="00C240D5" w14:paraId="73732360" w14:textId="77777777" w:rsidTr="00BC1DDA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21A62FE6" w14:textId="77777777" w:rsidR="00BC1DDA" w:rsidRPr="00C240D5" w:rsidRDefault="00BC1DDA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7F8848E4" w14:textId="061A9AAF" w:rsidR="00BC1DDA" w:rsidRPr="000F145F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 xml:space="preserve">SR to find </w:t>
            </w:r>
            <w:r w:rsidR="00391CA8">
              <w:rPr>
                <w:rFonts w:ascii="Avenir Book" w:eastAsiaTheme="minorEastAsia" w:hAnsi="Avenir Book"/>
                <w:sz w:val="24"/>
              </w:rPr>
              <w:t>s</w:t>
            </w:r>
            <w:r w:rsidR="00391CA8">
              <w:rPr>
                <w:rFonts w:ascii="Avenir Book" w:eastAsiaTheme="minorEastAsia" w:hAnsi="Avenir Book"/>
                <w:sz w:val="24"/>
              </w:rPr>
              <w:t xml:space="preserve">ide </w:t>
            </w:r>
            <w:r w:rsidR="007069AC">
              <w:rPr>
                <w:rFonts w:ascii="Avenir Book" w:eastAsiaTheme="minorEastAsia" w:hAnsi="Avenir Book"/>
                <w:sz w:val="24"/>
              </w:rPr>
              <w:t>AB</w:t>
            </w:r>
            <w:r w:rsidR="00391CA8">
              <w:rPr>
                <w:rFonts w:ascii="Avenir Book" w:eastAsiaTheme="minorEastAsia" w:hAnsi="Avenir Book"/>
                <w:sz w:val="24"/>
              </w:rPr>
              <w:t xml:space="preserve"> in this right angled triangle</w:t>
            </w:r>
            <w:r w:rsidR="00E801CC">
              <w:rPr>
                <w:rFonts w:ascii="Avenir Book" w:eastAsiaTheme="minorEastAsia" w:hAnsi="Avenir Book"/>
                <w:sz w:val="24"/>
              </w:rPr>
              <w:t>?</w:t>
            </w:r>
          </w:p>
        </w:tc>
        <w:tc>
          <w:tcPr>
            <w:tcW w:w="4394" w:type="dxa"/>
            <w:tcBorders>
              <w:left w:val="nil"/>
            </w:tcBorders>
          </w:tcPr>
          <w:p w14:paraId="2A6157D4" w14:textId="53F64A49" w:rsidR="00BC1DDA" w:rsidRPr="00C240D5" w:rsidRDefault="0000591C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1488" behindDoc="0" locked="0" layoutInCell="1" allowOverlap="1" wp14:anchorId="33BC731E" wp14:editId="0D9731D8">
                  <wp:simplePos x="0" y="0"/>
                  <wp:positionH relativeFrom="column">
                    <wp:posOffset>2272323</wp:posOffset>
                  </wp:positionH>
                  <wp:positionV relativeFrom="paragraph">
                    <wp:posOffset>899111</wp:posOffset>
                  </wp:positionV>
                  <wp:extent cx="572188" cy="401760"/>
                  <wp:effectExtent l="0" t="0" r="0" b="508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250E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74D2C55" wp14:editId="3E205AFB">
                      <wp:simplePos x="0" y="0"/>
                      <wp:positionH relativeFrom="column">
                        <wp:posOffset>76298</wp:posOffset>
                      </wp:positionH>
                      <wp:positionV relativeFrom="paragraph">
                        <wp:posOffset>318770</wp:posOffset>
                      </wp:positionV>
                      <wp:extent cx="434975" cy="2667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9890B2" w14:textId="2F374D02" w:rsidR="000839BB" w:rsidRDefault="007069AC" w:rsidP="000839BB"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40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o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D2C55" id="Text Box 5" o:spid="_x0000_s1027" type="#_x0000_t202" style="position:absolute;margin-left:6pt;margin-top:25.1pt;width:34.2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" filled="f" stroked="f" strokeweight=".5pt">
                      <v:textbox>
                        <w:txbxContent>
                          <w:p w14:paraId="759890B2" w14:textId="2F374D02" w:rsidR="000839BB" w:rsidRDefault="007069AC" w:rsidP="000839BB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40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o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B2481A9" wp14:editId="534D9E1E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167640</wp:posOffset>
                      </wp:positionV>
                      <wp:extent cx="894080" cy="894080"/>
                      <wp:effectExtent l="0" t="0" r="20320" b="20320"/>
                      <wp:wrapNone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080" cy="894080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88A7FFF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" o:spid="_x0000_s1026" type="#_x0000_t6" style="position:absolute;margin-left:13.3pt;margin-top:13.2pt;width:70.4pt;height:70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" fillcolor="white [3201]" strokecolor="black [3200]" strokeweight="1pt"/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8D28025" wp14:editId="4D9B20FE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920750</wp:posOffset>
                      </wp:positionV>
                      <wp:extent cx="130175" cy="130175"/>
                      <wp:effectExtent l="0" t="0" r="22225" b="222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C59033" id="Rectangle 3" o:spid="_x0000_s1026" style="position:absolute;margin-left:14.1pt;margin-top:72.5pt;width:10.25pt;height:10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" fillcolor="black [3200]" strokecolor="black [1600]" strokeweight="2pt"/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C91661E" wp14:editId="1195F089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546100</wp:posOffset>
                      </wp:positionV>
                      <wp:extent cx="434975" cy="2667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B442D5" w14:textId="77777777" w:rsidR="000839BB" w:rsidRDefault="000839BB" w:rsidP="000839BB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1661E" id="Text Box 4" o:spid="_x0000_s1028" type="#_x0000_t202" style="position:absolute;margin-left:-15.1pt;margin-top:43pt;width:34.2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" filled="f" stroked="f" strokeweight=".5pt">
                      <v:textbox>
                        <w:txbxContent>
                          <w:p w14:paraId="69B442D5" w14:textId="77777777" w:rsidR="000839BB" w:rsidRDefault="000839BB" w:rsidP="000839BB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6DD04C3" wp14:editId="4741B378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897890</wp:posOffset>
                      </wp:positionV>
                      <wp:extent cx="443865" cy="31242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E8A879" w14:textId="77777777" w:rsidR="000839BB" w:rsidRDefault="000839BB" w:rsidP="000839BB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D04C3" id="Text Box 9" o:spid="_x0000_s1029" type="#_x0000_t202" style="position:absolute;margin-left:73.3pt;margin-top:70.7pt;width:34.95pt;height:24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" filled="f" stroked="f" strokeweight=".5pt">
                      <v:textbox>
                        <w:txbxContent>
                          <w:p w14:paraId="3FE8A879" w14:textId="77777777" w:rsidR="000839BB" w:rsidRDefault="000839BB" w:rsidP="000839B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089B60F" wp14:editId="67DDE908">
                      <wp:simplePos x="0" y="0"/>
                      <wp:positionH relativeFrom="column">
                        <wp:posOffset>-145170</wp:posOffset>
                      </wp:positionH>
                      <wp:positionV relativeFrom="paragraph">
                        <wp:posOffset>906194</wp:posOffset>
                      </wp:positionV>
                      <wp:extent cx="443865" cy="312964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8B0FFD" w14:textId="77777777" w:rsidR="000839BB" w:rsidRDefault="000839BB" w:rsidP="000839BB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9B60F" id="Text Box 12" o:spid="_x0000_s1030" type="#_x0000_t202" style="position:absolute;margin-left:-11.45pt;margin-top:71.35pt;width:34.95pt;height:24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" filled="f" stroked="f" strokeweight=".5pt">
                      <v:textbox>
                        <w:txbxContent>
                          <w:p w14:paraId="568B0FFD" w14:textId="77777777" w:rsidR="000839BB" w:rsidRDefault="000839BB" w:rsidP="000839B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1DDA">
              <w:rPr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3368A17C" wp14:editId="2B88652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320FF08" w14:textId="0E741610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E491C6" w14:textId="322D393E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6EB6EAD2" w14:textId="41CE4584" w:rsidR="007069AC" w:rsidRDefault="007069AC" w:rsidP="007069A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1248" behindDoc="0" locked="0" layoutInCell="1" allowOverlap="1" wp14:anchorId="1BD928F7" wp14:editId="3E46969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5" name="Picture 4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0224" behindDoc="0" locked="0" layoutInCell="1" allowOverlap="1" wp14:anchorId="68C07E9C" wp14:editId="3BC60D6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6" name="Picture 4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7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7A5B7BE9" w14:textId="77777777" w:rsidR="007069AC" w:rsidRDefault="007069AC" w:rsidP="007069A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7069AC" w:rsidRPr="000A63AF" w14:paraId="1442D273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2ADA324" w14:textId="77777777" w:rsidR="007069AC" w:rsidRPr="00C240D5" w:rsidRDefault="007069A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A585B8A" w14:textId="2F8A5B9E" w:rsidR="007069AC" w:rsidRPr="00FB0E81" w:rsidRDefault="007069A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</w:t>
            </w:r>
            <w:r w:rsidRPr="00E622E6">
              <w:rPr>
                <w:rFonts w:ascii="Tahoma" w:hAnsi="Tahoma" w:cs="Tahoma"/>
              </w:rPr>
              <w:t xml:space="preserve">14641 </w:t>
            </w:r>
            <m:oMath>
              <m:r>
                <w:rPr>
                  <w:rFonts w:ascii="Cambria Math" w:hAnsi="Cambria Math" w:cs="Tahoma"/>
                </w:rPr>
                <m:t>÷</m:t>
              </m:r>
            </m:oMath>
            <w:r w:rsidRPr="00E622E6">
              <w:rPr>
                <w:rFonts w:ascii="Tahoma" w:hAnsi="Tahoma" w:cs="Tahoma"/>
              </w:rPr>
              <w:t xml:space="preserve"> 11</w:t>
            </w:r>
          </w:p>
        </w:tc>
        <w:tc>
          <w:tcPr>
            <w:tcW w:w="425" w:type="dxa"/>
            <w:tcBorders>
              <w:right w:val="nil"/>
            </w:tcBorders>
          </w:tcPr>
          <w:p w14:paraId="2ABCB791" w14:textId="77777777" w:rsidR="007069AC" w:rsidRPr="00C240D5" w:rsidRDefault="007069A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24DB0806" w14:textId="5992D117" w:rsidR="007069AC" w:rsidRDefault="007069AC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01CF9990" w14:textId="77777777" w:rsidR="007069AC" w:rsidRPr="000A63AF" w:rsidRDefault="007069A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-2(x-4)</m:t>
                </m:r>
              </m:oMath>
            </m:oMathPara>
          </w:p>
        </w:tc>
      </w:tr>
      <w:tr w:rsidR="007069AC" w:rsidRPr="00C240D5" w14:paraId="406368F0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29054E7" w14:textId="77777777" w:rsidR="007069AC" w:rsidRPr="00C240D5" w:rsidRDefault="007069A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6160B91" w14:textId="77777777" w:rsidR="007069AC" w:rsidRPr="00C240D5" w:rsidRDefault="007069AC" w:rsidP="00E01254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 xml:space="preserve">Simplify    </w:t>
            </w:r>
            <w:r w:rsidRPr="00E622E6">
              <w:rPr>
                <w:rFonts w:ascii="Tahoma" w:hAnsi="Tahoma" w:cs="Tahoma"/>
              </w:rPr>
              <w:t>£1.80</w:t>
            </w:r>
            <w:r>
              <w:rPr>
                <w:rFonts w:ascii="Tahoma" w:hAnsi="Tahoma" w:cs="Tahoma"/>
              </w:rPr>
              <w:t xml:space="preserve"> </w:t>
            </w:r>
            <w:r w:rsidRPr="00E622E6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</w:t>
            </w:r>
            <w:r w:rsidRPr="00E622E6">
              <w:rPr>
                <w:rFonts w:ascii="Tahoma" w:hAnsi="Tahoma" w:cs="Tahoma"/>
              </w:rPr>
              <w:t>80</w:t>
            </w:r>
            <w:r>
              <w:rPr>
                <w:rFonts w:ascii="Tahoma" w:hAnsi="Tahoma" w:cs="Tahoma"/>
              </w:rPr>
              <w:t>p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6C697DD" w14:textId="77777777" w:rsidR="007069AC" w:rsidRPr="00C240D5" w:rsidRDefault="007069A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2BBCB920" w14:textId="59FFA809" w:rsidR="007069AC" w:rsidRDefault="007069AC" w:rsidP="00E01254">
            <w:pPr>
              <w:spacing w:before="120" w:after="0"/>
              <w:rPr>
                <w:rFonts w:ascii="Avenir Book" w:eastAsiaTheme="minorEastAsia" w:hAnsi="Avenir Book"/>
                <w:sz w:val="28"/>
              </w:rPr>
            </w:pPr>
            <w:r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7FCDD05" wp14:editId="7AB7CFEC">
                      <wp:simplePos x="0" y="0"/>
                      <wp:positionH relativeFrom="column">
                        <wp:posOffset>386520</wp:posOffset>
                      </wp:positionH>
                      <wp:positionV relativeFrom="paragraph">
                        <wp:posOffset>948788</wp:posOffset>
                      </wp:positionV>
                      <wp:extent cx="434975" cy="266700"/>
                      <wp:effectExtent l="0" t="0" r="0" b="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39E3C2" w14:textId="77777777" w:rsidR="007069AC" w:rsidRDefault="007069AC" w:rsidP="007069A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CDD05" id="Text Box 38" o:spid="_x0000_s1031" type="#_x0000_t202" style="position:absolute;margin-left:30.45pt;margin-top:74.7pt;width:34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" filled="f" stroked="f" strokeweight=".5pt">
                      <v:textbox>
                        <w:txbxContent>
                          <w:p w14:paraId="4439E3C2" w14:textId="77777777" w:rsidR="007069AC" w:rsidRDefault="007069AC" w:rsidP="007069A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venir Book" w:hAnsi="Avenir Book"/>
                <w:sz w:val="24"/>
                <w:szCs w:val="20"/>
              </w:rPr>
              <w:t>Give your answer in its simplest form.</w:t>
            </w:r>
          </w:p>
          <w:p w14:paraId="0216D12D" w14:textId="77777777" w:rsidR="007069AC" w:rsidRPr="00BC1DDA" w:rsidRDefault="007069AC" w:rsidP="00E01254">
            <w:pPr>
              <w:spacing w:before="120" w:after="0"/>
              <w:rPr>
                <w:rFonts w:ascii="Avenir Book" w:hAnsi="Avenir Book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</w:rPr>
                    <m:t>8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</w:rPr>
                    <m:t>9</m:t>
                  </m:r>
                </m:den>
              </m:f>
              <m:r>
                <w:rPr>
                  <w:rFonts w:ascii="Cambria Math" w:hAnsi="Cambria Math" w:cs="Tahoma"/>
                  <w:sz w:val="28"/>
                </w:rPr>
                <m:t>×</m:t>
              </m:r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</w:rPr>
                    <m:t>6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</w:rPr>
                    <m:t>7</m:t>
                  </m:r>
                </m:den>
              </m:f>
            </m:oMath>
            <w:r w:rsidRPr="007E3E32">
              <w:rPr>
                <w:rFonts w:eastAsiaTheme="minorEastAsia"/>
                <w:sz w:val="28"/>
                <w:szCs w:val="28"/>
              </w:rPr>
              <w:t xml:space="preserve">   </w:t>
            </w:r>
            <w:r w:rsidRPr="00CF7527">
              <w:rPr>
                <w:rFonts w:eastAsiaTheme="minorEastAsia"/>
                <w:sz w:val="28"/>
              </w:rPr>
              <w:t xml:space="preserve">   </w:t>
            </w:r>
          </w:p>
        </w:tc>
      </w:tr>
      <w:tr w:rsidR="007069AC" w:rsidRPr="00C240D5" w14:paraId="75BE2D34" w14:textId="77777777" w:rsidTr="00E01254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40BDA4DE" w14:textId="77777777" w:rsidR="007069AC" w:rsidRPr="00C240D5" w:rsidRDefault="007069A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466AB5C9" w14:textId="77777777" w:rsidR="007069AC" w:rsidRPr="000F145F" w:rsidRDefault="007069AC" w:rsidP="00E01254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>SR to find side AB in this right angled triangle?</w:t>
            </w:r>
          </w:p>
        </w:tc>
        <w:tc>
          <w:tcPr>
            <w:tcW w:w="4394" w:type="dxa"/>
            <w:tcBorders>
              <w:left w:val="nil"/>
            </w:tcBorders>
          </w:tcPr>
          <w:p w14:paraId="06CCB165" w14:textId="706C4DA6" w:rsidR="007069AC" w:rsidRPr="00C240D5" w:rsidRDefault="0000591C" w:rsidP="00E01254">
            <w:pPr>
              <w:spacing w:before="120" w:after="0"/>
              <w:rPr>
                <w:rFonts w:ascii="Avenir Book" w:hAnsi="Avenir Book"/>
              </w:rPr>
            </w:pPr>
            <w:bookmarkStart w:id="0" w:name="_GoBack"/>
            <w:bookmarkEnd w:id="0"/>
            <w:r>
              <w:rPr>
                <w:noProof/>
                <w:lang w:eastAsia="en-GB"/>
              </w:rPr>
              <w:drawing>
                <wp:anchor distT="0" distB="0" distL="114300" distR="114300" simplePos="0" relativeHeight="251713536" behindDoc="0" locked="0" layoutInCell="1" allowOverlap="1" wp14:anchorId="7069E65A" wp14:editId="6C36CD7A">
                  <wp:simplePos x="0" y="0"/>
                  <wp:positionH relativeFrom="column">
                    <wp:posOffset>2285597</wp:posOffset>
                  </wp:positionH>
                  <wp:positionV relativeFrom="paragraph">
                    <wp:posOffset>901456</wp:posOffset>
                  </wp:positionV>
                  <wp:extent cx="572188" cy="401760"/>
                  <wp:effectExtent l="0" t="0" r="0" b="508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69AC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8B07908" wp14:editId="2520221E">
                      <wp:simplePos x="0" y="0"/>
                      <wp:positionH relativeFrom="column">
                        <wp:posOffset>76298</wp:posOffset>
                      </wp:positionH>
                      <wp:positionV relativeFrom="paragraph">
                        <wp:posOffset>318770</wp:posOffset>
                      </wp:positionV>
                      <wp:extent cx="434975" cy="266700"/>
                      <wp:effectExtent l="0" t="0" r="0" b="0"/>
                      <wp:wrapNone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E36389" w14:textId="77777777" w:rsidR="007069AC" w:rsidRDefault="007069AC" w:rsidP="007069AC">
                                  <m:oMathPara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40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o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07908" id="Text Box 39" o:spid="_x0000_s1032" type="#_x0000_t202" style="position:absolute;margin-left:6pt;margin-top:25.1pt;width:34.2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" filled="f" stroked="f" strokeweight=".5pt">
                      <v:textbox>
                        <w:txbxContent>
                          <w:p w14:paraId="7BE36389" w14:textId="77777777" w:rsidR="007069AC" w:rsidRDefault="007069AC" w:rsidP="007069AC">
                            <m:oMathPara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40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o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69AC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CC99643" wp14:editId="3C967F7A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167640</wp:posOffset>
                      </wp:positionV>
                      <wp:extent cx="894080" cy="894080"/>
                      <wp:effectExtent l="0" t="0" r="20320" b="20320"/>
                      <wp:wrapNone/>
                      <wp:docPr id="40" name="Right Tri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080" cy="894080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0ED6F3" id="Right Triangle 40" o:spid="_x0000_s1026" type="#_x0000_t6" style="position:absolute;margin-left:13.3pt;margin-top:13.2pt;width:70.4pt;height:70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" fillcolor="white [3201]" strokecolor="black [3200]" strokeweight="1pt"/>
                  </w:pict>
                </mc:Fallback>
              </mc:AlternateContent>
            </w:r>
            <w:r w:rsidR="007069AC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4A53DD0" wp14:editId="0241543F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920750</wp:posOffset>
                      </wp:positionV>
                      <wp:extent cx="130175" cy="130175"/>
                      <wp:effectExtent l="0" t="0" r="22225" b="2222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65DBB2" id="Rectangle 41" o:spid="_x0000_s1026" style="position:absolute;margin-left:14.1pt;margin-top:72.5pt;width:10.25pt;height:10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" fillcolor="black [3200]" strokecolor="black [1600]" strokeweight="2pt"/>
                  </w:pict>
                </mc:Fallback>
              </mc:AlternateContent>
            </w:r>
            <w:r w:rsidR="007069AC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F4995C8" wp14:editId="6503E988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546100</wp:posOffset>
                      </wp:positionV>
                      <wp:extent cx="434975" cy="266700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6E8BB5" w14:textId="77777777" w:rsidR="007069AC" w:rsidRDefault="007069AC" w:rsidP="007069AC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995C8" id="Text Box 42" o:spid="_x0000_s1033" type="#_x0000_t202" style="position:absolute;margin-left:-15.1pt;margin-top:43pt;width:34.25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" filled="f" stroked="f" strokeweight=".5pt">
                      <v:textbox>
                        <w:txbxContent>
                          <w:p w14:paraId="5D6E8BB5" w14:textId="77777777" w:rsidR="007069AC" w:rsidRDefault="007069AC" w:rsidP="007069AC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69AC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222E903" wp14:editId="7051F36D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897890</wp:posOffset>
                      </wp:positionV>
                      <wp:extent cx="443865" cy="312420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F29237" w14:textId="77777777" w:rsidR="007069AC" w:rsidRDefault="007069AC" w:rsidP="007069A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2E903" id="Text Box 43" o:spid="_x0000_s1034" type="#_x0000_t202" style="position:absolute;margin-left:73.3pt;margin-top:70.7pt;width:34.95pt;height:24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" filled="f" stroked="f" strokeweight=".5pt">
                      <v:textbox>
                        <w:txbxContent>
                          <w:p w14:paraId="74F29237" w14:textId="77777777" w:rsidR="007069AC" w:rsidRDefault="007069AC" w:rsidP="007069A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69AC" w:rsidRPr="000839B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2F4868D" wp14:editId="49DA7CB4">
                      <wp:simplePos x="0" y="0"/>
                      <wp:positionH relativeFrom="column">
                        <wp:posOffset>-145170</wp:posOffset>
                      </wp:positionH>
                      <wp:positionV relativeFrom="paragraph">
                        <wp:posOffset>906194</wp:posOffset>
                      </wp:positionV>
                      <wp:extent cx="443865" cy="312964"/>
                      <wp:effectExtent l="0" t="0" r="0" b="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E044AA" w14:textId="77777777" w:rsidR="007069AC" w:rsidRDefault="007069AC" w:rsidP="007069A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4868D" id="Text Box 44" o:spid="_x0000_s1035" type="#_x0000_t202" style="position:absolute;margin-left:-11.45pt;margin-top:71.35pt;width:34.95pt;height:24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" filled="f" stroked="f" strokeweight=".5pt">
                      <v:textbox>
                        <w:txbxContent>
                          <w:p w14:paraId="18E044AA" w14:textId="77777777" w:rsidR="007069AC" w:rsidRDefault="007069AC" w:rsidP="007069A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69AC">
              <w:rPr>
                <w:noProof/>
                <w:lang w:eastAsia="en-GB"/>
              </w:rPr>
              <w:drawing>
                <wp:anchor distT="0" distB="0" distL="114300" distR="114300" simplePos="0" relativeHeight="251702272" behindDoc="0" locked="0" layoutInCell="1" allowOverlap="1" wp14:anchorId="5DEEE90B" wp14:editId="316F3B2A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C20160F" w14:textId="77777777" w:rsidR="00BC1DDA" w:rsidRDefault="00BC1DDA" w:rsidP="00391CA8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BC1DD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DA"/>
    <w:rsid w:val="0000591C"/>
    <w:rsid w:val="000236A0"/>
    <w:rsid w:val="00065389"/>
    <w:rsid w:val="000839BB"/>
    <w:rsid w:val="000A43CA"/>
    <w:rsid w:val="000A63AF"/>
    <w:rsid w:val="00133676"/>
    <w:rsid w:val="001826A9"/>
    <w:rsid w:val="0019785E"/>
    <w:rsid w:val="00213C21"/>
    <w:rsid w:val="002B7961"/>
    <w:rsid w:val="002D5D86"/>
    <w:rsid w:val="00314A79"/>
    <w:rsid w:val="00333535"/>
    <w:rsid w:val="00391CA8"/>
    <w:rsid w:val="003F51D8"/>
    <w:rsid w:val="00447F7F"/>
    <w:rsid w:val="0048250E"/>
    <w:rsid w:val="00505FC9"/>
    <w:rsid w:val="00525119"/>
    <w:rsid w:val="0064471D"/>
    <w:rsid w:val="00705472"/>
    <w:rsid w:val="007069AC"/>
    <w:rsid w:val="0075268D"/>
    <w:rsid w:val="007B4226"/>
    <w:rsid w:val="007E165C"/>
    <w:rsid w:val="007E2C1A"/>
    <w:rsid w:val="0090117B"/>
    <w:rsid w:val="0099142F"/>
    <w:rsid w:val="00A220B4"/>
    <w:rsid w:val="00AB73A0"/>
    <w:rsid w:val="00AD3C1A"/>
    <w:rsid w:val="00BC1DDA"/>
    <w:rsid w:val="00BE7AC9"/>
    <w:rsid w:val="00C240D5"/>
    <w:rsid w:val="00C41860"/>
    <w:rsid w:val="00C42E4F"/>
    <w:rsid w:val="00CB6355"/>
    <w:rsid w:val="00D51195"/>
    <w:rsid w:val="00D536E6"/>
    <w:rsid w:val="00DB511B"/>
    <w:rsid w:val="00DF442D"/>
    <w:rsid w:val="00E20822"/>
    <w:rsid w:val="00E7749A"/>
    <w:rsid w:val="00E801CC"/>
    <w:rsid w:val="00E838CD"/>
    <w:rsid w:val="00EC4CCA"/>
    <w:rsid w:val="00F47A34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B876A"/>
  <w15:docId w15:val="{345409B4-9293-CB43-B6AE-789696E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2019-02-22T19:18:00Z</dcterms:created>
  <dcterms:modified xsi:type="dcterms:W3CDTF">2019-02-22T19:21:00Z</dcterms:modified>
</cp:coreProperties>
</file>